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Text6"/>
    <w:p w14:paraId="122892BA" w14:textId="77777777" w:rsidR="00464B3A" w:rsidRPr="00BB45A2" w:rsidRDefault="00BB45A2" w:rsidP="00BB45A2">
      <w:pPr>
        <w:pStyle w:val="spEmpfnger"/>
        <w:framePr w:w="5262" w:wrap="around" w:x="1139" w:y="2962" w:anchorLock="0"/>
        <w:rPr>
          <w:rFonts w:ascii="Nimbus Sans Novus" w:hAnsi="Nimbus Sans Novus"/>
        </w:rPr>
      </w:pPr>
      <w:r w:rsidRPr="00BB45A2">
        <w:rPr>
          <w:rFonts w:ascii="Nimbus Sans Novus" w:hAnsi="Nimbus Sans Novus"/>
        </w:rPr>
        <w:fldChar w:fldCharType="begin">
          <w:ffData>
            <w:name w:val="Text8"/>
            <w:enabled/>
            <w:calcOnExit w:val="0"/>
            <w:textInput>
              <w:default w:val="Prénom, nom"/>
            </w:textInput>
          </w:ffData>
        </w:fldChar>
      </w:r>
      <w:bookmarkStart w:id="1" w:name="Text8"/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Prénom, nom</w:t>
      </w:r>
      <w:r w:rsidRPr="00BB45A2">
        <w:rPr>
          <w:rFonts w:ascii="Nimbus Sans Novus" w:hAnsi="Nimbus Sans Novus"/>
        </w:rPr>
        <w:fldChar w:fldCharType="end"/>
      </w:r>
      <w:bookmarkEnd w:id="1"/>
    </w:p>
    <w:bookmarkStart w:id="2" w:name="Text9"/>
    <w:p w14:paraId="399199FA" w14:textId="77777777" w:rsidR="00464B3A" w:rsidRPr="00BB45A2" w:rsidRDefault="006F6D46" w:rsidP="00BB45A2">
      <w:pPr>
        <w:pStyle w:val="spEmpfnger"/>
        <w:framePr w:w="5262" w:wrap="around" w:x="1139" w:y="2962" w:anchorLock="0"/>
        <w:rPr>
          <w:rFonts w:ascii="Nimbus Sans Novus" w:hAnsi="Nimbus Sans Novus"/>
        </w:rPr>
      </w:pPr>
      <w:r w:rsidRPr="00BB45A2">
        <w:rPr>
          <w:rFonts w:ascii="Nimbus Sans Novus" w:hAnsi="Nimbus Sans Novus"/>
        </w:rPr>
        <w:fldChar w:fldCharType="begin">
          <w:ffData>
            <w:name w:val="Text9"/>
            <w:enabled/>
            <w:calcOnExit w:val="0"/>
            <w:textInput>
              <w:default w:val="Adresse"/>
            </w:textInput>
          </w:ffData>
        </w:fldChar>
      </w:r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Adresse</w:t>
      </w:r>
      <w:r w:rsidRPr="00BB45A2">
        <w:rPr>
          <w:rFonts w:ascii="Nimbus Sans Novus" w:hAnsi="Nimbus Sans Novus"/>
        </w:rPr>
        <w:fldChar w:fldCharType="end"/>
      </w:r>
      <w:bookmarkEnd w:id="2"/>
    </w:p>
    <w:p w14:paraId="21CCCC56" w14:textId="77777777" w:rsidR="00DB108E" w:rsidRPr="00BB45A2" w:rsidRDefault="00BB45A2" w:rsidP="00BB45A2">
      <w:pPr>
        <w:pStyle w:val="spEmpfnger"/>
        <w:framePr w:w="5262" w:wrap="around" w:x="1139" w:y="2962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Text10"/>
            <w:enabled/>
            <w:calcOnExit w:val="0"/>
            <w:textInput>
              <w:default w:val="CP Localité"/>
            </w:textInput>
          </w:ffData>
        </w:fldChar>
      </w:r>
      <w:bookmarkStart w:id="3" w:name="Text10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CP Localité</w:t>
      </w:r>
      <w:r w:rsidRPr="00BB45A2">
        <w:rPr>
          <w:rFonts w:ascii="Nimbus Sans Novus" w:hAnsi="Nimbus Sans Novus"/>
        </w:rPr>
        <w:fldChar w:fldCharType="end"/>
      </w:r>
      <w:bookmarkEnd w:id="3"/>
    </w:p>
    <w:p w14:paraId="48C7C1C7" w14:textId="77777777" w:rsidR="00DB108E" w:rsidRPr="00BB45A2" w:rsidRDefault="00BB45A2" w:rsidP="00306A4D">
      <w:pPr>
        <w:pStyle w:val="spDatum"/>
        <w:framePr w:w="7326" w:wrap="notBeside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eOrtDatum"/>
            <w:enabled/>
            <w:calcOnExit w:val="0"/>
            <w:textInput>
              <w:default w:val="Lieu"/>
            </w:textInput>
          </w:ffData>
        </w:fldChar>
      </w:r>
      <w:bookmarkStart w:id="4" w:name="eOrtDatum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Lieu</w:t>
      </w:r>
      <w:r w:rsidRPr="00BB45A2">
        <w:rPr>
          <w:rFonts w:ascii="Nimbus Sans Novus" w:hAnsi="Nimbus Sans Novus"/>
        </w:rPr>
        <w:fldChar w:fldCharType="end"/>
      </w:r>
      <w:bookmarkEnd w:id="4"/>
      <w:r w:rsidR="00464B3A" w:rsidRPr="00BB45A2">
        <w:rPr>
          <w:rFonts w:ascii="Nimbus Sans Novus" w:hAnsi="Nimbus Sans Novus"/>
          <w:lang w:val="fr-CH"/>
        </w:rPr>
        <w:t xml:space="preserve">, </w:t>
      </w:r>
      <w:r w:rsidRPr="00BB45A2">
        <w:rPr>
          <w:rFonts w:ascii="Nimbus Sans Novus" w:hAnsi="Nimbus Sans Novus"/>
        </w:rPr>
        <w:fldChar w:fldCharType="begin">
          <w:ffData>
            <w:name w:val="eDatum"/>
            <w:enabled/>
            <w:calcOnExit w:val="0"/>
            <w:textInput>
              <w:default w:val="Date"/>
            </w:textInput>
          </w:ffData>
        </w:fldChar>
      </w:r>
      <w:bookmarkStart w:id="5" w:name="eDatum"/>
      <w:r w:rsidRPr="00BB45A2">
        <w:rPr>
          <w:rFonts w:ascii="Nimbus Sans Novus" w:hAnsi="Nimbus Sans Novus"/>
          <w:lang w:val="fr-CH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  <w:lang w:val="fr-CH"/>
        </w:rPr>
        <w:t>Date</w:t>
      </w:r>
      <w:r w:rsidRPr="00BB45A2">
        <w:rPr>
          <w:rFonts w:ascii="Nimbus Sans Novus" w:hAnsi="Nimbus Sans Novus"/>
        </w:rPr>
        <w:fldChar w:fldCharType="end"/>
      </w:r>
      <w:bookmarkEnd w:id="5"/>
    </w:p>
    <w:bookmarkEnd w:id="0"/>
    <w:p w14:paraId="3261D486" w14:textId="77777777" w:rsidR="00E9530C" w:rsidRPr="00BB45A2" w:rsidRDefault="00BB45A2" w:rsidP="007A5827">
      <w:pPr>
        <w:spacing w:after="560"/>
        <w:rPr>
          <w:rFonts w:ascii="Nimbus Sans Novus" w:hAnsi="Nimbus Sans Novus"/>
          <w:b/>
          <w:lang w:val="fr-CH"/>
        </w:rPr>
      </w:pPr>
      <w:r w:rsidRPr="00BB45A2">
        <w:rPr>
          <w:rFonts w:ascii="Nimbus Sans Novus" w:hAnsi="Nimbus Sans Novus"/>
          <w:b/>
        </w:rPr>
        <w:lastRenderedPageBreak/>
        <w:fldChar w:fldCharType="begin">
          <w:ffData>
            <w:name w:val="Text12"/>
            <w:enabled/>
            <w:calcOnExit w:val="0"/>
            <w:textInput>
              <w:default w:val="Objet du message"/>
            </w:textInput>
          </w:ffData>
        </w:fldChar>
      </w:r>
      <w:bookmarkStart w:id="6" w:name="Text12"/>
      <w:r w:rsidRPr="00BB45A2">
        <w:rPr>
          <w:rFonts w:ascii="Nimbus Sans Novus" w:hAnsi="Nimbus Sans Novus"/>
          <w:b/>
          <w:lang w:val="fr-CH"/>
        </w:rPr>
        <w:instrText xml:space="preserve"> FORMTEXT </w:instrText>
      </w:r>
      <w:r w:rsidRPr="00BB45A2">
        <w:rPr>
          <w:rFonts w:ascii="Nimbus Sans Novus" w:hAnsi="Nimbus Sans Novus"/>
          <w:b/>
        </w:rPr>
      </w:r>
      <w:r w:rsidRPr="00BB45A2">
        <w:rPr>
          <w:rFonts w:ascii="Nimbus Sans Novus" w:hAnsi="Nimbus Sans Novus"/>
          <w:b/>
        </w:rPr>
        <w:fldChar w:fldCharType="separate"/>
      </w:r>
      <w:r w:rsidRPr="00BB45A2">
        <w:rPr>
          <w:rFonts w:ascii="Nimbus Sans Novus" w:hAnsi="Nimbus Sans Novus"/>
          <w:b/>
          <w:noProof/>
          <w:lang w:val="fr-CH"/>
        </w:rPr>
        <w:t>Objet du message</w:t>
      </w:r>
      <w:r w:rsidRPr="00BB45A2">
        <w:rPr>
          <w:rFonts w:ascii="Nimbus Sans Novus" w:hAnsi="Nimbus Sans Novus"/>
          <w:b/>
        </w:rPr>
        <w:fldChar w:fldCharType="end"/>
      </w:r>
      <w:bookmarkStart w:id="7" w:name="_GoBack"/>
      <w:bookmarkEnd w:id="6"/>
      <w:bookmarkEnd w:id="7"/>
    </w:p>
    <w:p w14:paraId="6E22DB5D" w14:textId="77777777" w:rsidR="002524D3" w:rsidRPr="00BB45A2" w:rsidRDefault="00BB45A2" w:rsidP="002524D3">
      <w:pPr>
        <w:pStyle w:val="spAbsenderTitel"/>
        <w:framePr w:wrap="around" w:x="8879" w:y="6288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t>Parti socialiste suisse</w:t>
      </w:r>
    </w:p>
    <w:p w14:paraId="4A4671F3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</w:p>
    <w:p w14:paraId="0B8E582A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  <w:proofErr w:type="spellStart"/>
      <w:r w:rsidRPr="00BB45A2">
        <w:rPr>
          <w:rFonts w:ascii="Nimbus Sans Novus" w:hAnsi="Nimbus Sans Novus"/>
          <w:lang w:val="fr-CH"/>
        </w:rPr>
        <w:t>Theaterplatz</w:t>
      </w:r>
      <w:proofErr w:type="spellEnd"/>
      <w:r w:rsidRPr="00BB45A2">
        <w:rPr>
          <w:rFonts w:ascii="Nimbus Sans Novus" w:hAnsi="Nimbus Sans Novus"/>
          <w:lang w:val="fr-CH"/>
        </w:rPr>
        <w:t xml:space="preserve"> 4</w:t>
      </w:r>
    </w:p>
    <w:p w14:paraId="6ED8F169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t>CP</w:t>
      </w:r>
      <w:r w:rsidR="002524D3" w:rsidRPr="00BB45A2">
        <w:rPr>
          <w:rFonts w:ascii="Nimbus Sans Novus" w:hAnsi="Nimbus Sans Novus"/>
          <w:lang w:val="fr-CH"/>
        </w:rPr>
        <w:t xml:space="preserve"> ·</w:t>
      </w:r>
      <w:bookmarkStart w:id="8" w:name="Text25"/>
      <w:r w:rsidR="002524D3" w:rsidRPr="00BB45A2">
        <w:rPr>
          <w:rFonts w:ascii="Nimbus Sans Novus" w:hAnsi="Nimbus Sans Novus"/>
          <w:lang w:val="fr-CH"/>
        </w:rPr>
        <w:t xml:space="preserve"> </w:t>
      </w:r>
      <w:bookmarkEnd w:id="8"/>
      <w:r>
        <w:rPr>
          <w:rFonts w:ascii="Nimbus Sans Novus" w:hAnsi="Nimbus Sans Novus"/>
        </w:rPr>
        <w:fldChar w:fldCharType="begin">
          <w:ffData>
            <w:name w:val="eOrt"/>
            <w:enabled/>
            <w:calcOnExit w:val="0"/>
            <w:textInput>
              <w:default w:val="3001 Berne"/>
            </w:textInput>
          </w:ffData>
        </w:fldChar>
      </w:r>
      <w:bookmarkStart w:id="9" w:name="eOrt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3001 Berne</w:t>
      </w:r>
      <w:r>
        <w:rPr>
          <w:rFonts w:ascii="Nimbus Sans Novus" w:hAnsi="Nimbus Sans Novus"/>
        </w:rPr>
        <w:fldChar w:fldCharType="end"/>
      </w:r>
      <w:bookmarkEnd w:id="9"/>
    </w:p>
    <w:p w14:paraId="13B24527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  <w:lang w:val="fr-CH"/>
        </w:rPr>
      </w:pPr>
    </w:p>
    <w:p w14:paraId="3913B452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  <w:proofErr w:type="spellStart"/>
      <w:r>
        <w:rPr>
          <w:rFonts w:ascii="Nimbus Sans Novus" w:hAnsi="Nimbus Sans Novus"/>
        </w:rPr>
        <w:t>Téléphone</w:t>
      </w:r>
      <w:proofErr w:type="spellEnd"/>
      <w:r>
        <w:rPr>
          <w:rFonts w:ascii="Nimbus Sans Novus" w:hAnsi="Nimbus Sans Novus"/>
        </w:rPr>
        <w:t xml:space="preserve"> </w:t>
      </w:r>
      <w:r w:rsidR="002524D3" w:rsidRPr="00BB45A2">
        <w:rPr>
          <w:rFonts w:ascii="Nimbus Sans Novus" w:hAnsi="Nimbus Sans Novus"/>
        </w:rPr>
        <w:t xml:space="preserve"> </w:t>
      </w:r>
      <w:bookmarkStart w:id="10" w:name="eTelefon"/>
      <w:r w:rsidR="002524D3" w:rsidRPr="00BB45A2">
        <w:rPr>
          <w:rFonts w:ascii="Nimbus Sans Novus" w:hAnsi="Nimbus Sans Novus"/>
        </w:rPr>
        <w:fldChar w:fldCharType="begin">
          <w:ffData>
            <w:name w:val="eTelefon"/>
            <w:enabled/>
            <w:calcOnExit w:val="0"/>
            <w:textInput>
              <w:default w:val="031 329 69 69"/>
            </w:textInput>
          </w:ffData>
        </w:fldChar>
      </w:r>
      <w:r w:rsidR="002524D3" w:rsidRPr="00BB45A2">
        <w:rPr>
          <w:rFonts w:ascii="Nimbus Sans Novus" w:hAnsi="Nimbus Sans Novus"/>
        </w:rPr>
        <w:instrText xml:space="preserve"> FORMTEXT </w:instrText>
      </w:r>
      <w:r w:rsidR="002524D3" w:rsidRPr="00BB45A2">
        <w:rPr>
          <w:rFonts w:ascii="Nimbus Sans Novus" w:hAnsi="Nimbus Sans Novus"/>
        </w:rPr>
      </w:r>
      <w:r w:rsidR="002524D3" w:rsidRPr="00BB45A2">
        <w:rPr>
          <w:rFonts w:ascii="Nimbus Sans Novus" w:hAnsi="Nimbus Sans Novus"/>
        </w:rPr>
        <w:fldChar w:fldCharType="separate"/>
      </w:r>
      <w:r w:rsidR="002524D3" w:rsidRPr="00BB45A2">
        <w:rPr>
          <w:rFonts w:ascii="Nimbus Sans Novus" w:hAnsi="Nimbus Sans Novus"/>
          <w:noProof/>
        </w:rPr>
        <w:t>031 329 69 69</w:t>
      </w:r>
      <w:r w:rsidR="002524D3" w:rsidRPr="00BB45A2">
        <w:rPr>
          <w:rFonts w:ascii="Nimbus Sans Novus" w:hAnsi="Nimbus Sans Novus"/>
        </w:rPr>
        <w:fldChar w:fldCharType="end"/>
      </w:r>
      <w:bookmarkEnd w:id="10"/>
    </w:p>
    <w:p w14:paraId="43F98EBF" w14:textId="77777777" w:rsidR="002524D3" w:rsidRPr="00BB45A2" w:rsidRDefault="002524D3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</w:p>
    <w:p w14:paraId="57E610DF" w14:textId="77777777" w:rsidR="002524D3" w:rsidRPr="00BB45A2" w:rsidRDefault="00BB45A2" w:rsidP="002524D3">
      <w:pPr>
        <w:pStyle w:val="spAbsender"/>
        <w:framePr w:wrap="around" w:x="8879" w:y="6288" w:anchorLock="0"/>
        <w:rPr>
          <w:rFonts w:ascii="Nimbus Sans Novus" w:hAnsi="Nimbus Sans Novus"/>
        </w:rPr>
      </w:pPr>
      <w:r>
        <w:rPr>
          <w:rFonts w:ascii="Nimbus Sans Novus" w:hAnsi="Nimbus Sans Novus"/>
        </w:rPr>
        <w:fldChar w:fldCharType="begin">
          <w:ffData>
            <w:name w:val="eEmail"/>
            <w:enabled/>
            <w:calcOnExit w:val="0"/>
            <w:textInput>
              <w:default w:val="info@pssuisse.ch"/>
            </w:textInput>
          </w:ffData>
        </w:fldChar>
      </w:r>
      <w:bookmarkStart w:id="11" w:name="eEmail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info@pssuisse.ch</w:t>
      </w:r>
      <w:r>
        <w:rPr>
          <w:rFonts w:ascii="Nimbus Sans Novus" w:hAnsi="Nimbus Sans Novus"/>
        </w:rPr>
        <w:fldChar w:fldCharType="end"/>
      </w:r>
      <w:bookmarkEnd w:id="11"/>
      <w:r w:rsidR="002524D3" w:rsidRPr="00BB45A2">
        <w:rPr>
          <w:rFonts w:ascii="Nimbus Sans Novus" w:hAnsi="Nimbus Sans Novus"/>
        </w:rPr>
        <w:br/>
      </w:r>
      <w:r>
        <w:rPr>
          <w:rFonts w:ascii="Nimbus Sans Novus" w:hAnsi="Nimbus Sans Novus"/>
        </w:rPr>
        <w:fldChar w:fldCharType="begin">
          <w:ffData>
            <w:name w:val="eHomepage"/>
            <w:enabled/>
            <w:calcOnExit w:val="0"/>
            <w:textInput>
              <w:default w:val="www.pssuisse.ch"/>
            </w:textInput>
          </w:ffData>
        </w:fldChar>
      </w:r>
      <w:bookmarkStart w:id="12" w:name="eHomepage"/>
      <w:r>
        <w:rPr>
          <w:rFonts w:ascii="Nimbus Sans Novus" w:hAnsi="Nimbus Sans Novus"/>
        </w:rPr>
        <w:instrText xml:space="preserve"> FORMTEXT </w:instrText>
      </w:r>
      <w:r>
        <w:rPr>
          <w:rFonts w:ascii="Nimbus Sans Novus" w:hAnsi="Nimbus Sans Novus"/>
        </w:rPr>
      </w:r>
      <w:r>
        <w:rPr>
          <w:rFonts w:ascii="Nimbus Sans Novus" w:hAnsi="Nimbus Sans Novus"/>
        </w:rPr>
        <w:fldChar w:fldCharType="separate"/>
      </w:r>
      <w:r>
        <w:rPr>
          <w:rFonts w:ascii="Nimbus Sans Novus" w:hAnsi="Nimbus Sans Novus"/>
          <w:noProof/>
        </w:rPr>
        <w:t>www.pssuisse.ch</w:t>
      </w:r>
      <w:r>
        <w:rPr>
          <w:rFonts w:ascii="Nimbus Sans Novus" w:hAnsi="Nimbus Sans Novus"/>
        </w:rPr>
        <w:fldChar w:fldCharType="end"/>
      </w:r>
      <w:bookmarkEnd w:id="12"/>
    </w:p>
    <w:p w14:paraId="302232E6" w14:textId="77777777" w:rsidR="000300FA" w:rsidRPr="00BB45A2" w:rsidRDefault="00BB45A2" w:rsidP="007A5827">
      <w:pPr>
        <w:spacing w:after="400"/>
        <w:rPr>
          <w:rFonts w:ascii="Nimbus Sans Novus" w:hAnsi="Nimbus Sans Novus"/>
        </w:rPr>
        <w:sectPr w:rsidR="000300FA" w:rsidRPr="00BB45A2" w:rsidSect="000F07E3">
          <w:headerReference w:type="default" r:id="rId7"/>
          <w:footerReference w:type="default" r:id="rId8"/>
          <w:headerReference w:type="first" r:id="rId9"/>
          <w:type w:val="continuous"/>
          <w:pgSz w:w="11906" w:h="16838"/>
          <w:pgMar w:top="1701" w:right="3402" w:bottom="1701" w:left="1134" w:header="709" w:footer="1134" w:gutter="0"/>
          <w:cols w:space="708"/>
          <w:titlePg/>
          <w:docGrid w:linePitch="360"/>
        </w:sectPr>
      </w:pPr>
      <w:r w:rsidRPr="00BB45A2">
        <w:rPr>
          <w:rFonts w:ascii="Nimbus Sans Novus" w:hAnsi="Nimbus Sans Novus"/>
        </w:rPr>
        <w:fldChar w:fldCharType="begin">
          <w:ffData>
            <w:name w:val=""/>
            <w:enabled/>
            <w:calcOnExit w:val="0"/>
            <w:textInput>
              <w:default w:val="Titre"/>
            </w:textInput>
          </w:ffData>
        </w:fldChar>
      </w:r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Titre</w:t>
      </w:r>
      <w:r w:rsidRPr="00BB45A2">
        <w:rPr>
          <w:rFonts w:ascii="Nimbus Sans Novus" w:hAnsi="Nimbus Sans Novus"/>
        </w:rPr>
        <w:fldChar w:fldCharType="end"/>
      </w:r>
    </w:p>
    <w:p w14:paraId="2B076D02" w14:textId="77777777" w:rsidR="00E9530C" w:rsidRPr="00BB45A2" w:rsidRDefault="00E9530C" w:rsidP="003312FE">
      <w:pPr>
        <w:rPr>
          <w:rFonts w:ascii="Nimbus Sans Novus" w:hAnsi="Nimbus Sans Novus"/>
        </w:rPr>
      </w:pPr>
    </w:p>
    <w:p w14:paraId="56EDBC31" w14:textId="77777777" w:rsidR="004648DE" w:rsidRPr="00BB45A2" w:rsidRDefault="00BB45A2" w:rsidP="007A5827">
      <w:pPr>
        <w:spacing w:before="360"/>
        <w:rPr>
          <w:rFonts w:ascii="Nimbus Sans Novus" w:hAnsi="Nimbus Sans Novus"/>
          <w:lang w:val="fr-CH"/>
        </w:rPr>
        <w:sectPr w:rsidR="004648DE" w:rsidRPr="00BB45A2" w:rsidSect="000F07E3">
          <w:type w:val="continuous"/>
          <w:pgSz w:w="11906" w:h="16838"/>
          <w:pgMar w:top="1701" w:right="3402" w:bottom="1701" w:left="1134" w:header="709" w:footer="1134" w:gutter="0"/>
          <w:cols w:space="708"/>
          <w:formProt w:val="0"/>
          <w:titlePg/>
          <w:docGrid w:linePitch="360"/>
        </w:sectPr>
      </w:pPr>
      <w:r w:rsidRPr="00BB45A2">
        <w:rPr>
          <w:rFonts w:ascii="Nimbus Sans Novus" w:hAnsi="Nimbus Sans Novus"/>
          <w:lang w:val="fr-CH"/>
        </w:rPr>
        <w:t>Meilleures salutations,</w:t>
      </w:r>
    </w:p>
    <w:p w14:paraId="7959952A" w14:textId="77777777" w:rsidR="004B2462" w:rsidRPr="00BB45A2" w:rsidRDefault="00BB45A2" w:rsidP="007A5827">
      <w:pPr>
        <w:spacing w:before="360"/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  <w:lang w:val="fr-CH"/>
        </w:rPr>
        <w:lastRenderedPageBreak/>
        <w:t>Parti socialiste suisse</w:t>
      </w:r>
    </w:p>
    <w:p w14:paraId="7CBC65A3" w14:textId="77777777" w:rsidR="004B2462" w:rsidRPr="00BB45A2" w:rsidRDefault="004B2462" w:rsidP="007F7255">
      <w:pPr>
        <w:rPr>
          <w:rFonts w:ascii="Nimbus Sans Novus" w:hAnsi="Nimbus Sans Novus"/>
          <w:lang w:val="fr-CH"/>
        </w:rPr>
      </w:pPr>
    </w:p>
    <w:p w14:paraId="6294284E" w14:textId="77777777" w:rsidR="006E02B0" w:rsidRPr="00BB45A2" w:rsidRDefault="006E02B0" w:rsidP="007F7255">
      <w:pPr>
        <w:rPr>
          <w:rFonts w:ascii="Nimbus Sans Novus" w:hAnsi="Nimbus Sans Novus"/>
          <w:lang w:val="fr-CH"/>
        </w:rPr>
      </w:pPr>
    </w:p>
    <w:p w14:paraId="68DB2F8B" w14:textId="77777777" w:rsidR="00F92169" w:rsidRPr="00BB45A2" w:rsidRDefault="00BB45A2" w:rsidP="0016102F">
      <w:pPr>
        <w:rPr>
          <w:rFonts w:ascii="Nimbus Sans Novus" w:hAnsi="Nimbus Sans Novus"/>
          <w:lang w:val="fr-CH"/>
        </w:rPr>
      </w:pPr>
      <w:r w:rsidRPr="00BB45A2">
        <w:rPr>
          <w:rFonts w:ascii="Nimbus Sans Novus" w:hAnsi="Nimbus Sans Novus"/>
        </w:rPr>
        <w:fldChar w:fldCharType="begin">
          <w:ffData>
            <w:name w:val="eName"/>
            <w:enabled/>
            <w:calcOnExit w:val="0"/>
            <w:textInput>
              <w:default w:val="Prénom Nom"/>
            </w:textInput>
          </w:ffData>
        </w:fldChar>
      </w:r>
      <w:bookmarkStart w:id="13" w:name="eName"/>
      <w:r w:rsidRPr="00BB45A2">
        <w:rPr>
          <w:rFonts w:ascii="Nimbus Sans Novus" w:hAnsi="Nimbus Sans Novus"/>
        </w:rPr>
        <w:instrText xml:space="preserve"> FORMTEXT </w:instrText>
      </w:r>
      <w:r w:rsidRPr="00BB45A2">
        <w:rPr>
          <w:rFonts w:ascii="Nimbus Sans Novus" w:hAnsi="Nimbus Sans Novus"/>
        </w:rPr>
      </w:r>
      <w:r w:rsidRPr="00BB45A2">
        <w:rPr>
          <w:rFonts w:ascii="Nimbus Sans Novus" w:hAnsi="Nimbus Sans Novus"/>
        </w:rPr>
        <w:fldChar w:fldCharType="separate"/>
      </w:r>
      <w:r w:rsidRPr="00BB45A2">
        <w:rPr>
          <w:rFonts w:ascii="Nimbus Sans Novus" w:hAnsi="Nimbus Sans Novus"/>
          <w:noProof/>
        </w:rPr>
        <w:t>Prénom Nom</w:t>
      </w:r>
      <w:r w:rsidRPr="00BB45A2">
        <w:rPr>
          <w:rFonts w:ascii="Nimbus Sans Novus" w:hAnsi="Nimbus Sans Novus"/>
        </w:rPr>
        <w:fldChar w:fldCharType="end"/>
      </w:r>
      <w:bookmarkEnd w:id="13"/>
    </w:p>
    <w:sectPr w:rsidR="00F92169" w:rsidRPr="00BB45A2" w:rsidSect="000F07E3">
      <w:type w:val="continuous"/>
      <w:pgSz w:w="11906" w:h="16838"/>
      <w:pgMar w:top="1701" w:right="3402" w:bottom="1701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43EB2" w14:textId="77777777" w:rsidR="009E7C0E" w:rsidRDefault="009E7C0E">
      <w:r>
        <w:separator/>
      </w:r>
    </w:p>
  </w:endnote>
  <w:endnote w:type="continuationSeparator" w:id="0">
    <w:p w14:paraId="57B6D9BE" w14:textId="77777777" w:rsidR="009E7C0E" w:rsidRDefault="009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Nov">
    <w:charset w:val="00"/>
    <w:family w:val="auto"/>
    <w:pitch w:val="variable"/>
    <w:sig w:usb0="A00002AF" w:usb1="5000205B" w:usb2="00000000" w:usb3="00000000" w:csb0="0000009F" w:csb1="00000000"/>
  </w:font>
  <w:font w:name="NimbusSanNovSemBol">
    <w:altName w:val="Luminari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NimbusSanNovLig">
    <w:charset w:val="00"/>
    <w:family w:val="auto"/>
    <w:pitch w:val="variable"/>
    <w:sig w:usb0="A00002AF" w:usb1="5000205B" w:usb2="00000000" w:usb3="00000000" w:csb0="0000009F" w:csb1="00000000"/>
  </w:font>
  <w:font w:name="Replica-Bold">
    <w:panose1 w:val="02000503030000020004"/>
    <w:charset w:val="00"/>
    <w:family w:val="auto"/>
    <w:pitch w:val="variable"/>
    <w:sig w:usb0="800000AF" w:usb1="4000206A" w:usb2="00000000" w:usb3="00000000" w:csb0="00000001" w:csb1="00000000"/>
  </w:font>
  <w:font w:name="Nimbus Sans Novus">
    <w:panose1 w:val="02020500000000000000"/>
    <w:charset w:val="00"/>
    <w:family w:val="auto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2D58B" w14:textId="77777777" w:rsidR="00161989" w:rsidRDefault="00161989" w:rsidP="00565B88">
    <w:pPr>
      <w:framePr w:w="2325" w:h="459" w:hRule="exact" w:hSpace="1134" w:wrap="around" w:vAnchor="page" w:hAnchor="page" w:x="1135" w:y="15990"/>
      <w:autoSpaceDE w:val="0"/>
      <w:autoSpaceDN w:val="0"/>
      <w:adjustRightInd w:val="0"/>
      <w:spacing w:line="176" w:lineRule="atLeast"/>
      <w:rPr>
        <w:rFonts w:ascii="NimbusSanNovSemBol" w:hAnsi="NimbusSanNovSemBol"/>
        <w:sz w:val="16"/>
        <w:szCs w:val="16"/>
        <w:lang w:val="de-DE"/>
      </w:rPr>
    </w:pPr>
    <w:r>
      <w:rPr>
        <w:rFonts w:ascii="NimbusSanNovSemBol" w:hAnsi="NimbusSanNovSemBol"/>
        <w:sz w:val="16"/>
        <w:szCs w:val="16"/>
        <w:lang w:val="de-DE"/>
      </w:rPr>
      <w:t>Sozialdemokratische Partei</w:t>
    </w:r>
  </w:p>
  <w:p w14:paraId="4E27048B" w14:textId="77777777" w:rsidR="00161989" w:rsidRPr="000300FA" w:rsidRDefault="00161989" w:rsidP="000300FA">
    <w:pPr>
      <w:framePr w:w="2325" w:h="459" w:hRule="exact" w:hSpace="1134" w:wrap="around" w:vAnchor="page" w:hAnchor="page" w:x="1135" w:y="15990"/>
      <w:autoSpaceDE w:val="0"/>
      <w:autoSpaceDN w:val="0"/>
      <w:adjustRightInd w:val="0"/>
      <w:spacing w:line="176" w:lineRule="atLeast"/>
      <w:rPr>
        <w:rFonts w:ascii="NimbusSanNovSemBol" w:hAnsi="NimbusSanNovSemBol"/>
        <w:sz w:val="16"/>
        <w:szCs w:val="16"/>
        <w:lang w:val="de-DE"/>
      </w:rPr>
    </w:pPr>
    <w:r w:rsidRPr="000300FA">
      <w:rPr>
        <w:rFonts w:ascii="NimbusSanNovSemBol" w:hAnsi="NimbusSanNovSemBol"/>
        <w:sz w:val="16"/>
        <w:szCs w:val="16"/>
        <w:lang w:val="de-DE"/>
      </w:rPr>
      <w:fldChar w:fldCharType="begin"/>
    </w:r>
    <w:r w:rsidRPr="000300FA">
      <w:rPr>
        <w:rFonts w:ascii="NimbusSanNovSemBol" w:hAnsi="NimbusSanNovSemBol"/>
        <w:sz w:val="16"/>
        <w:szCs w:val="16"/>
        <w:lang w:val="de-DE"/>
      </w:rPr>
      <w:instrText xml:space="preserve"> REF  eSektion  \* MERGEFORMAT </w:instrText>
    </w:r>
    <w:r w:rsidRPr="000300FA">
      <w:rPr>
        <w:rFonts w:ascii="NimbusSanNovSemBol" w:hAnsi="NimbusSanNovSemBol"/>
        <w:sz w:val="16"/>
        <w:szCs w:val="16"/>
        <w:lang w:val="de-DE"/>
      </w:rPr>
      <w:fldChar w:fldCharType="separate"/>
    </w:r>
    <w:r w:rsidR="00BB45A2" w:rsidRPr="00BB45A2">
      <w:rPr>
        <w:rFonts w:ascii="NimbusSanNovSemBol" w:hAnsi="NimbusSanNovSemBol"/>
        <w:sz w:val="16"/>
        <w:szCs w:val="16"/>
        <w:lang w:val="de-DE"/>
      </w:rPr>
      <w:t>der Schweiz</w:t>
    </w:r>
    <w:r w:rsidRPr="000300FA">
      <w:rPr>
        <w:rFonts w:ascii="NimbusSanNovSemBol" w:hAnsi="NimbusSanNovSemBol"/>
        <w:sz w:val="16"/>
        <w:szCs w:val="16"/>
        <w:lang w:val="de-DE"/>
      </w:rPr>
      <w:fldChar w:fldCharType="end"/>
    </w:r>
  </w:p>
  <w:p w14:paraId="49E63A89" w14:textId="77777777" w:rsidR="00161989" w:rsidRDefault="00161989" w:rsidP="000300FA">
    <w:pPr>
      <w:framePr w:w="2179" w:h="595" w:hSpace="181" w:wrap="around" w:vAnchor="page" w:hAnchor="page" w:x="3970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eStrasse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Spitalgasse 34</w:t>
    </w:r>
    <w:r>
      <w:rPr>
        <w:rFonts w:ascii="NimbusSanNovLig" w:hAnsi="NimbusSanNovLig"/>
        <w:sz w:val="16"/>
        <w:szCs w:val="16"/>
        <w:lang w:val="de-DE"/>
      </w:rPr>
      <w:fldChar w:fldCharType="end"/>
    </w:r>
  </w:p>
  <w:p w14:paraId="20608525" w14:textId="77777777" w:rsidR="00161989" w:rsidRPr="000300FA" w:rsidRDefault="00161989" w:rsidP="000300FA">
    <w:pPr>
      <w:framePr w:w="2179" w:h="595" w:hSpace="181" w:wrap="around" w:vAnchor="page" w:hAnchor="page" w:x="3970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ePostfach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Postfach</w:t>
    </w:r>
    <w:r>
      <w:rPr>
        <w:rFonts w:ascii="NimbusSanNovLig" w:hAnsi="NimbusSanNovLig"/>
        <w:sz w:val="16"/>
        <w:szCs w:val="16"/>
        <w:lang w:val="de-DE"/>
      </w:rPr>
      <w:fldChar w:fldCharType="end"/>
    </w:r>
    <w:r>
      <w:rPr>
        <w:rFonts w:ascii="NimbusSanNovLig" w:hAnsi="NimbusSanNovLig"/>
        <w:sz w:val="16"/>
        <w:szCs w:val="16"/>
        <w:lang w:val="de-DE"/>
      </w:rPr>
      <w:t xml:space="preserve">· </w:t>
    </w:r>
    <w:r>
      <w:rPr>
        <w:rFonts w:ascii="NimbusSanNovLig" w:hAnsi="NimbusSanNovLig"/>
        <w:sz w:val="16"/>
        <w:szCs w:val="16"/>
        <w:lang w:val="de-DE"/>
      </w:rPr>
      <w:fldChar w:fldCharType="begin"/>
    </w:r>
    <w:r>
      <w:rPr>
        <w:rFonts w:ascii="NimbusSanNovLig" w:hAnsi="NimbusSanNovLig"/>
        <w:sz w:val="16"/>
        <w:szCs w:val="16"/>
        <w:lang w:val="de-DE"/>
      </w:rPr>
      <w:instrText xml:space="preserve"> REF  eOrt  \* MERGEFORMAT </w:instrText>
    </w:r>
    <w:r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>3001 Bern</w:t>
    </w:r>
    <w:r>
      <w:rPr>
        <w:rFonts w:ascii="NimbusSanNovLig" w:hAnsi="NimbusSanNovLig"/>
        <w:sz w:val="16"/>
        <w:szCs w:val="16"/>
        <w:lang w:val="de-DE"/>
      </w:rPr>
      <w:fldChar w:fldCharType="end"/>
    </w:r>
  </w:p>
  <w:p w14:paraId="31E09B15" w14:textId="77777777" w:rsidR="00161989" w:rsidRDefault="00161989" w:rsidP="000300FA">
    <w:pPr>
      <w:framePr w:w="1933" w:h="539" w:hSpace="181" w:wrap="around" w:vAnchor="page" w:hAnchor="page" w:x="6238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t xml:space="preserve">Telefon </w:t>
    </w:r>
    <w:r w:rsidRPr="006834AF">
      <w:rPr>
        <w:rFonts w:ascii="NimbusSanNovLig" w:hAnsi="NimbusSanNovLig"/>
        <w:sz w:val="16"/>
        <w:szCs w:val="16"/>
        <w:lang w:val="de-DE"/>
      </w:rPr>
      <w:fldChar w:fldCharType="begin"/>
    </w:r>
    <w:r w:rsidRPr="006834AF">
      <w:rPr>
        <w:rFonts w:ascii="NimbusSanNovLig" w:hAnsi="NimbusSanNovLig"/>
        <w:sz w:val="16"/>
        <w:szCs w:val="16"/>
        <w:lang w:val="de-DE"/>
      </w:rPr>
      <w:instrText xml:space="preserve"> REF  eTelefon  \* MERGEFORMAT </w:instrText>
    </w:r>
    <w:r w:rsidRPr="006834AF"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 xml:space="preserve">031 </w:t>
    </w:r>
    <w:r w:rsidR="00BB45A2" w:rsidRPr="00BB45A2">
      <w:rPr>
        <w:noProof/>
        <w:sz w:val="16"/>
        <w:szCs w:val="16"/>
      </w:rPr>
      <w:t>329 69 69</w:t>
    </w:r>
    <w:r w:rsidRPr="006834AF">
      <w:rPr>
        <w:rFonts w:ascii="NimbusSanNovLig" w:hAnsi="NimbusSanNovLig"/>
        <w:sz w:val="16"/>
        <w:szCs w:val="16"/>
        <w:lang w:val="de-DE"/>
      </w:rPr>
      <w:fldChar w:fldCharType="end"/>
    </w:r>
  </w:p>
  <w:p w14:paraId="10AA48C7" w14:textId="77777777" w:rsidR="00161989" w:rsidRPr="000300FA" w:rsidRDefault="00161989" w:rsidP="00D93B5A">
    <w:pPr>
      <w:framePr w:w="1933" w:h="539" w:hSpace="181" w:wrap="around" w:vAnchor="page" w:hAnchor="page" w:x="6238" w:y="15990"/>
      <w:spacing w:line="176" w:lineRule="atLeast"/>
      <w:rPr>
        <w:rFonts w:ascii="NimbusSanNovLig" w:hAnsi="NimbusSanNovLig"/>
        <w:sz w:val="16"/>
        <w:szCs w:val="16"/>
        <w:lang w:val="de-DE"/>
      </w:rPr>
    </w:pPr>
    <w:r>
      <w:rPr>
        <w:rFonts w:ascii="NimbusSanNovLig" w:hAnsi="NimbusSanNovLig"/>
        <w:sz w:val="16"/>
        <w:szCs w:val="16"/>
        <w:lang w:val="de-DE"/>
      </w:rPr>
      <w:t xml:space="preserve">Telefax </w:t>
    </w:r>
    <w:r w:rsidRPr="006834AF">
      <w:rPr>
        <w:rFonts w:ascii="NimbusSanNovLig" w:hAnsi="NimbusSanNovLig"/>
        <w:sz w:val="16"/>
        <w:szCs w:val="16"/>
        <w:lang w:val="de-DE"/>
      </w:rPr>
      <w:fldChar w:fldCharType="begin"/>
    </w:r>
    <w:r w:rsidRPr="006834AF">
      <w:rPr>
        <w:rFonts w:ascii="NimbusSanNovLig" w:hAnsi="NimbusSanNovLig"/>
        <w:sz w:val="16"/>
        <w:szCs w:val="16"/>
        <w:lang w:val="de-DE"/>
      </w:rPr>
      <w:instrText xml:space="preserve"> REF  eFax  \* MERGEFORMAT </w:instrText>
    </w:r>
    <w:r w:rsidRPr="006834AF">
      <w:rPr>
        <w:rFonts w:ascii="NimbusSanNovLig" w:hAnsi="NimbusSanNovLig"/>
        <w:sz w:val="16"/>
        <w:szCs w:val="16"/>
        <w:lang w:val="de-DE"/>
      </w:rPr>
      <w:fldChar w:fldCharType="separate"/>
    </w:r>
    <w:r w:rsidR="00BB45A2" w:rsidRPr="00BB45A2">
      <w:rPr>
        <w:rFonts w:ascii="NimbusSanNovLig" w:hAnsi="NimbusSanNovLig"/>
        <w:sz w:val="16"/>
        <w:szCs w:val="16"/>
        <w:lang w:val="de-DE"/>
      </w:rPr>
      <w:t xml:space="preserve">031 </w:t>
    </w:r>
    <w:r w:rsidR="00BB45A2" w:rsidRPr="00BB45A2">
      <w:rPr>
        <w:noProof/>
        <w:sz w:val="16"/>
        <w:szCs w:val="16"/>
      </w:rPr>
      <w:t>329 69 70</w:t>
    </w:r>
    <w:r w:rsidRPr="006834AF">
      <w:rPr>
        <w:rFonts w:ascii="NimbusSanNovLig" w:hAnsi="NimbusSanNovLig"/>
        <w:sz w:val="16"/>
        <w:szCs w:val="16"/>
        <w:lang w:val="de-DE"/>
      </w:rPr>
      <w:fldChar w:fldCharType="end"/>
    </w:r>
  </w:p>
  <w:p w14:paraId="6FB6AD17" w14:textId="77777777" w:rsidR="00161989" w:rsidRPr="0075043D" w:rsidRDefault="00161989" w:rsidP="000300FA">
    <w:pPr>
      <w:framePr w:w="1752" w:h="539" w:hSpace="181" w:wrap="around" w:vAnchor="page" w:hAnchor="page" w:x="9073" w:y="15990"/>
      <w:spacing w:line="176" w:lineRule="atLeast"/>
      <w:rPr>
        <w:rFonts w:ascii="NimbusSanNovLig" w:hAnsi="NimbusSanNovLig"/>
        <w:sz w:val="16"/>
        <w:szCs w:val="16"/>
      </w:rPr>
    </w:pPr>
    <w:r w:rsidRPr="000300FA">
      <w:rPr>
        <w:rFonts w:ascii="NimbusSanNovLig" w:hAnsi="NimbusSanNovLig"/>
        <w:sz w:val="16"/>
        <w:szCs w:val="16"/>
        <w:lang w:val="en-US"/>
      </w:rPr>
      <w:fldChar w:fldCharType="begin"/>
    </w:r>
    <w:r w:rsidRPr="0075043D">
      <w:rPr>
        <w:rFonts w:ascii="NimbusSanNovLig" w:hAnsi="NimbusSanNovLig"/>
        <w:sz w:val="16"/>
        <w:szCs w:val="16"/>
      </w:rPr>
      <w:instrText xml:space="preserve"> REF  eEmail  \* MERGEFORMAT </w:instrText>
    </w:r>
    <w:r w:rsidRPr="000300FA">
      <w:rPr>
        <w:rFonts w:ascii="NimbusSanNovLig" w:hAnsi="NimbusSanNovLig"/>
        <w:sz w:val="16"/>
        <w:szCs w:val="16"/>
        <w:lang w:val="en-US"/>
      </w:rPr>
      <w:fldChar w:fldCharType="separate"/>
    </w:r>
    <w:r w:rsidR="00BB45A2" w:rsidRPr="00BB45A2">
      <w:rPr>
        <w:rFonts w:ascii="NimbusSanNovLig" w:hAnsi="NimbusSanNovLig"/>
        <w:sz w:val="16"/>
        <w:szCs w:val="16"/>
      </w:rPr>
      <w:t>info@spschweiz.ch</w:t>
    </w:r>
    <w:r w:rsidRPr="000300FA">
      <w:rPr>
        <w:rFonts w:ascii="NimbusSanNovLig" w:hAnsi="NimbusSanNovLig"/>
        <w:sz w:val="16"/>
        <w:szCs w:val="16"/>
        <w:lang w:val="en-US"/>
      </w:rPr>
      <w:fldChar w:fldCharType="end"/>
    </w:r>
  </w:p>
  <w:p w14:paraId="4E1B5167" w14:textId="77777777" w:rsidR="00161989" w:rsidRPr="0075043D" w:rsidRDefault="00161989" w:rsidP="00565B88">
    <w:pPr>
      <w:framePr w:w="1752" w:h="539" w:hSpace="181" w:wrap="around" w:vAnchor="page" w:hAnchor="page" w:x="9073" w:y="15990"/>
      <w:spacing w:line="176" w:lineRule="atLeast"/>
      <w:rPr>
        <w:rFonts w:ascii="NimbusSanNovLig" w:hAnsi="NimbusSanNovLig"/>
        <w:sz w:val="16"/>
        <w:szCs w:val="16"/>
      </w:rPr>
    </w:pPr>
    <w:r w:rsidRPr="000300FA">
      <w:rPr>
        <w:rFonts w:ascii="NimbusSanNovLig" w:hAnsi="NimbusSanNovLig"/>
        <w:sz w:val="16"/>
        <w:szCs w:val="16"/>
        <w:lang w:val="en-US"/>
      </w:rPr>
      <w:fldChar w:fldCharType="begin"/>
    </w:r>
    <w:r w:rsidRPr="0075043D">
      <w:rPr>
        <w:rFonts w:ascii="NimbusSanNovLig" w:hAnsi="NimbusSanNovLig"/>
        <w:sz w:val="16"/>
        <w:szCs w:val="16"/>
      </w:rPr>
      <w:instrText xml:space="preserve"> REF  eHomepage  \* MERGEFORMAT </w:instrText>
    </w:r>
    <w:r w:rsidRPr="000300FA">
      <w:rPr>
        <w:rFonts w:ascii="NimbusSanNovLig" w:hAnsi="NimbusSanNovLig"/>
        <w:sz w:val="16"/>
        <w:szCs w:val="16"/>
        <w:lang w:val="en-US"/>
      </w:rPr>
      <w:fldChar w:fldCharType="separate"/>
    </w:r>
    <w:r w:rsidR="00BB45A2" w:rsidRPr="00BB45A2">
      <w:rPr>
        <w:rFonts w:ascii="NimbusSanNovLig" w:hAnsi="NimbusSanNovLig"/>
        <w:sz w:val="16"/>
        <w:szCs w:val="16"/>
      </w:rPr>
      <w:t>www.spschweiz.ch</w:t>
    </w:r>
    <w:r w:rsidRPr="000300FA">
      <w:rPr>
        <w:rFonts w:ascii="NimbusSanNovLig" w:hAnsi="NimbusSanNovLig"/>
        <w:sz w:val="16"/>
        <w:szCs w:val="16"/>
        <w:lang w:val="en-US"/>
      </w:rPr>
      <w:fldChar w:fldCharType="end"/>
    </w:r>
  </w:p>
  <w:p w14:paraId="090EB49D" w14:textId="77777777" w:rsidR="00161989" w:rsidRDefault="00161989" w:rsidP="00D93B5A">
    <w:pPr>
      <w:pStyle w:val="Fuzeile"/>
      <w:framePr w:wrap="around" w:vAnchor="page" w:hAnchor="page" w:x="10320" w:y="15423"/>
      <w:rPr>
        <w:rStyle w:val="Seitenzahl"/>
        <w:sz w:val="15"/>
      </w:rPr>
    </w:pPr>
    <w:r>
      <w:rPr>
        <w:rStyle w:val="Seitenzahl"/>
        <w:sz w:val="15"/>
      </w:rPr>
      <w:fldChar w:fldCharType="begin"/>
    </w:r>
    <w:r>
      <w:rPr>
        <w:rStyle w:val="Seitenzahl"/>
        <w:sz w:val="15"/>
      </w:rPr>
      <w:instrText xml:space="preserve">PAGE  </w:instrText>
    </w:r>
    <w:r>
      <w:rPr>
        <w:rStyle w:val="Seitenzahl"/>
        <w:sz w:val="15"/>
      </w:rPr>
      <w:fldChar w:fldCharType="separate"/>
    </w:r>
    <w:r>
      <w:rPr>
        <w:rStyle w:val="Seitenzahl"/>
        <w:noProof/>
        <w:sz w:val="15"/>
      </w:rPr>
      <w:t>2</w:t>
    </w:r>
    <w:r>
      <w:rPr>
        <w:rStyle w:val="Seitenzahl"/>
        <w:sz w:val="15"/>
      </w:rPr>
      <w:fldChar w:fldCharType="end"/>
    </w:r>
  </w:p>
  <w:p w14:paraId="1433967F" w14:textId="77777777" w:rsidR="00161989" w:rsidRPr="00A43B38" w:rsidRDefault="00161989" w:rsidP="00A51F2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75DC2" w14:textId="77777777" w:rsidR="009E7C0E" w:rsidRDefault="009E7C0E">
      <w:r>
        <w:separator/>
      </w:r>
    </w:p>
  </w:footnote>
  <w:footnote w:type="continuationSeparator" w:id="0">
    <w:p w14:paraId="1CA5E8CC" w14:textId="77777777" w:rsidR="009E7C0E" w:rsidRDefault="009E7C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10E7" w14:textId="77777777" w:rsidR="00161989" w:rsidRDefault="00BB45A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752" behindDoc="0" locked="0" layoutInCell="1" allowOverlap="1" wp14:anchorId="36D9F14B" wp14:editId="620AA296">
          <wp:simplePos x="0" y="0"/>
          <wp:positionH relativeFrom="page">
            <wp:posOffset>5886450</wp:posOffset>
          </wp:positionH>
          <wp:positionV relativeFrom="page">
            <wp:posOffset>774065</wp:posOffset>
          </wp:positionV>
          <wp:extent cx="688340" cy="720090"/>
          <wp:effectExtent l="0" t="0" r="0" b="0"/>
          <wp:wrapNone/>
          <wp:docPr id="10" name="Bild 10" descr="SP_Bildmarke_positiv_4c [Konvertiert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P_Bildmarke_positiv_4c [Konvertiert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34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766F" w14:textId="77777777" w:rsidR="00161989" w:rsidRDefault="00BB45A2" w:rsidP="00A918D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0" locked="0" layoutInCell="1" allowOverlap="1" wp14:anchorId="4D0C3440" wp14:editId="0A51703C">
          <wp:simplePos x="0" y="0"/>
          <wp:positionH relativeFrom="page">
            <wp:posOffset>5794218</wp:posOffset>
          </wp:positionH>
          <wp:positionV relativeFrom="page">
            <wp:posOffset>1195057</wp:posOffset>
          </wp:positionV>
          <wp:extent cx="724180" cy="767080"/>
          <wp:effectExtent l="0" t="0" r="12700" b="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P_Bildmarke_Wortzusatz_positiv_4c_gr [Konvertiert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418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14BF5BFA" wp14:editId="0C384B48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1357630" cy="3473450"/>
              <wp:effectExtent l="0" t="0" r="1270" b="635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7630" cy="347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802340" id="Rectangle 4" o:spid="_x0000_s1026" style="position:absolute;margin-left:0;margin-top:0;width:106.9pt;height:273.5pt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" filled="f" stroked="f">
              <w10:wrap anchory="line"/>
              <w10:anchorlock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inline distT="0" distB="0" distL="0" distR="0" wp14:anchorId="66ACCB3E" wp14:editId="0DFDEB4F">
              <wp:extent cx="1358265" cy="3476625"/>
              <wp:effectExtent l="0" t="0" r="0" b="0"/>
              <wp:docPr id="2" name="AutoShap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358265" cy="3476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FA5A334" id="AutoShape 13" o:spid="_x0000_s1026" style="width:106.95pt;height:2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3BAEDB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6AE9E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6C8B0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1E47B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82DE3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90437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E665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D2B20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700C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B2C30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D595E"/>
    <w:multiLevelType w:val="multilevel"/>
    <w:tmpl w:val="2D627890"/>
    <w:numStyleLink w:val="spListe1"/>
  </w:abstractNum>
  <w:abstractNum w:abstractNumId="11">
    <w:nsid w:val="32AB15E0"/>
    <w:multiLevelType w:val="multilevel"/>
    <w:tmpl w:val="08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3C2A6005"/>
    <w:multiLevelType w:val="multilevel"/>
    <w:tmpl w:val="2D627890"/>
    <w:numStyleLink w:val="spListe1"/>
  </w:abstractNum>
  <w:abstractNum w:abstractNumId="13">
    <w:nsid w:val="3F03043E"/>
    <w:multiLevelType w:val="hybridMultilevel"/>
    <w:tmpl w:val="E6BEAD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83773"/>
    <w:multiLevelType w:val="multilevel"/>
    <w:tmpl w:val="2D627890"/>
    <w:numStyleLink w:val="spListe1"/>
  </w:abstractNum>
  <w:abstractNum w:abstractNumId="15">
    <w:nsid w:val="44C44664"/>
    <w:multiLevelType w:val="multilevel"/>
    <w:tmpl w:val="2D627890"/>
    <w:styleLink w:val="spListe1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64" w:hanging="96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64" w:hanging="96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64" w:hanging="96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4" w:hanging="964"/>
      </w:pPr>
      <w:rPr>
        <w:rFonts w:hint="default"/>
      </w:rPr>
    </w:lvl>
  </w:abstractNum>
  <w:abstractNum w:abstractNumId="16">
    <w:nsid w:val="467259DF"/>
    <w:multiLevelType w:val="multilevel"/>
    <w:tmpl w:val="08070023"/>
    <w:styleLink w:val="ArtikelAbschnitt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E8C0D28"/>
    <w:multiLevelType w:val="multilevel"/>
    <w:tmpl w:val="2D627890"/>
    <w:numStyleLink w:val="spListe1"/>
  </w:abstractNum>
  <w:abstractNum w:abstractNumId="18">
    <w:nsid w:val="5A315584"/>
    <w:multiLevelType w:val="hybridMultilevel"/>
    <w:tmpl w:val="F1C4925E"/>
    <w:lvl w:ilvl="0" w:tplc="AD286286">
      <w:start w:val="1"/>
      <w:numFmt w:val="bullet"/>
      <w:pStyle w:val="spAufzhlung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427316"/>
    <w:multiLevelType w:val="multilevel"/>
    <w:tmpl w:val="2D627890"/>
    <w:numStyleLink w:val="spListe1"/>
  </w:abstractNum>
  <w:abstractNum w:abstractNumId="20">
    <w:nsid w:val="740819E6"/>
    <w:multiLevelType w:val="multilevel"/>
    <w:tmpl w:val="08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2"/>
  </w:num>
  <w:num w:numId="5">
    <w:abstractNumId w:val="15"/>
  </w:num>
  <w:num w:numId="6">
    <w:abstractNumId w:val="14"/>
  </w:num>
  <w:num w:numId="7">
    <w:abstractNumId w:val="17"/>
  </w:num>
  <w:num w:numId="8">
    <w:abstractNumId w:val="19"/>
  </w:num>
  <w:num w:numId="9">
    <w:abstractNumId w:val="11"/>
  </w:num>
  <w:num w:numId="10">
    <w:abstractNumId w:val="20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A2"/>
    <w:rsid w:val="00017C93"/>
    <w:rsid w:val="00020F1C"/>
    <w:rsid w:val="000240A2"/>
    <w:rsid w:val="00024AFE"/>
    <w:rsid w:val="000300FA"/>
    <w:rsid w:val="00037B3A"/>
    <w:rsid w:val="000440E3"/>
    <w:rsid w:val="00051E49"/>
    <w:rsid w:val="000866B9"/>
    <w:rsid w:val="000F07E3"/>
    <w:rsid w:val="00106B18"/>
    <w:rsid w:val="0014105B"/>
    <w:rsid w:val="0016102F"/>
    <w:rsid w:val="00161989"/>
    <w:rsid w:val="001757B5"/>
    <w:rsid w:val="00180105"/>
    <w:rsid w:val="00202C45"/>
    <w:rsid w:val="0020647E"/>
    <w:rsid w:val="0021156D"/>
    <w:rsid w:val="00212D6A"/>
    <w:rsid w:val="0022044B"/>
    <w:rsid w:val="002524D3"/>
    <w:rsid w:val="002529F0"/>
    <w:rsid w:val="002714D3"/>
    <w:rsid w:val="002737BA"/>
    <w:rsid w:val="00293C8A"/>
    <w:rsid w:val="00297417"/>
    <w:rsid w:val="002A7318"/>
    <w:rsid w:val="002B7CD9"/>
    <w:rsid w:val="002C4B7C"/>
    <w:rsid w:val="002F4633"/>
    <w:rsid w:val="00306A4D"/>
    <w:rsid w:val="003218C2"/>
    <w:rsid w:val="003312FE"/>
    <w:rsid w:val="0036348D"/>
    <w:rsid w:val="0036364D"/>
    <w:rsid w:val="00364003"/>
    <w:rsid w:val="00396BBD"/>
    <w:rsid w:val="003A08CA"/>
    <w:rsid w:val="003A3AFD"/>
    <w:rsid w:val="003C2EEE"/>
    <w:rsid w:val="003C4007"/>
    <w:rsid w:val="003D0D38"/>
    <w:rsid w:val="003D3ED6"/>
    <w:rsid w:val="003D4A96"/>
    <w:rsid w:val="003F2DB1"/>
    <w:rsid w:val="004257E2"/>
    <w:rsid w:val="00433591"/>
    <w:rsid w:val="00443716"/>
    <w:rsid w:val="00444955"/>
    <w:rsid w:val="00452B53"/>
    <w:rsid w:val="004648DE"/>
    <w:rsid w:val="00464B3A"/>
    <w:rsid w:val="00497C99"/>
    <w:rsid w:val="004A1BCA"/>
    <w:rsid w:val="004B2462"/>
    <w:rsid w:val="004E1964"/>
    <w:rsid w:val="004E2A02"/>
    <w:rsid w:val="004F013D"/>
    <w:rsid w:val="00514194"/>
    <w:rsid w:val="00536E3A"/>
    <w:rsid w:val="00544147"/>
    <w:rsid w:val="00565B88"/>
    <w:rsid w:val="005A34B7"/>
    <w:rsid w:val="005B3C1D"/>
    <w:rsid w:val="00602E37"/>
    <w:rsid w:val="00604A0C"/>
    <w:rsid w:val="006834AF"/>
    <w:rsid w:val="00693081"/>
    <w:rsid w:val="006C18F6"/>
    <w:rsid w:val="006E02B0"/>
    <w:rsid w:val="006F6D46"/>
    <w:rsid w:val="006F795B"/>
    <w:rsid w:val="00734344"/>
    <w:rsid w:val="0075043D"/>
    <w:rsid w:val="007802EC"/>
    <w:rsid w:val="00794725"/>
    <w:rsid w:val="007A5827"/>
    <w:rsid w:val="007C0DA6"/>
    <w:rsid w:val="007F35C1"/>
    <w:rsid w:val="007F7255"/>
    <w:rsid w:val="008025A2"/>
    <w:rsid w:val="008409A5"/>
    <w:rsid w:val="00875826"/>
    <w:rsid w:val="008B592F"/>
    <w:rsid w:val="008C7BC4"/>
    <w:rsid w:val="008D1051"/>
    <w:rsid w:val="0099582D"/>
    <w:rsid w:val="009B195F"/>
    <w:rsid w:val="009E7C0E"/>
    <w:rsid w:val="00A10021"/>
    <w:rsid w:val="00A34264"/>
    <w:rsid w:val="00A43B38"/>
    <w:rsid w:val="00A45319"/>
    <w:rsid w:val="00A51F23"/>
    <w:rsid w:val="00A918D1"/>
    <w:rsid w:val="00AB500A"/>
    <w:rsid w:val="00AB6239"/>
    <w:rsid w:val="00B13901"/>
    <w:rsid w:val="00B30271"/>
    <w:rsid w:val="00B364B8"/>
    <w:rsid w:val="00B51141"/>
    <w:rsid w:val="00B66EB7"/>
    <w:rsid w:val="00B71C12"/>
    <w:rsid w:val="00B92CF7"/>
    <w:rsid w:val="00B97184"/>
    <w:rsid w:val="00BB45A2"/>
    <w:rsid w:val="00BC10B2"/>
    <w:rsid w:val="00BD6D84"/>
    <w:rsid w:val="00BE1B83"/>
    <w:rsid w:val="00BE4370"/>
    <w:rsid w:val="00C15D05"/>
    <w:rsid w:val="00C20182"/>
    <w:rsid w:val="00C60B67"/>
    <w:rsid w:val="00C65B25"/>
    <w:rsid w:val="00C81600"/>
    <w:rsid w:val="00C97D9A"/>
    <w:rsid w:val="00CA6A96"/>
    <w:rsid w:val="00CA7194"/>
    <w:rsid w:val="00CB4580"/>
    <w:rsid w:val="00CC3679"/>
    <w:rsid w:val="00CC626E"/>
    <w:rsid w:val="00CE620D"/>
    <w:rsid w:val="00CF035D"/>
    <w:rsid w:val="00D10030"/>
    <w:rsid w:val="00D41FE9"/>
    <w:rsid w:val="00D5170B"/>
    <w:rsid w:val="00D65F78"/>
    <w:rsid w:val="00D71838"/>
    <w:rsid w:val="00D750B9"/>
    <w:rsid w:val="00D85A0D"/>
    <w:rsid w:val="00D93B5A"/>
    <w:rsid w:val="00DA6CD1"/>
    <w:rsid w:val="00DB108E"/>
    <w:rsid w:val="00DE5E5F"/>
    <w:rsid w:val="00E12B4C"/>
    <w:rsid w:val="00E13851"/>
    <w:rsid w:val="00E7018D"/>
    <w:rsid w:val="00E82F7A"/>
    <w:rsid w:val="00E8691B"/>
    <w:rsid w:val="00E92B60"/>
    <w:rsid w:val="00E9530C"/>
    <w:rsid w:val="00EA0D8E"/>
    <w:rsid w:val="00EA70B7"/>
    <w:rsid w:val="00EC1384"/>
    <w:rsid w:val="00EE0F94"/>
    <w:rsid w:val="00EF0DA7"/>
    <w:rsid w:val="00F42F94"/>
    <w:rsid w:val="00F52473"/>
    <w:rsid w:val="00F56F58"/>
    <w:rsid w:val="00F644C9"/>
    <w:rsid w:val="00F92169"/>
    <w:rsid w:val="00FC38A0"/>
    <w:rsid w:val="00FD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50389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imbusSanNov" w:eastAsia="Times New Roman" w:hAnsi="NimbusSanNov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45319"/>
    <w:pPr>
      <w:spacing w:after="60"/>
    </w:pPr>
    <w:rPr>
      <w:sz w:val="22"/>
      <w:szCs w:val="24"/>
      <w:lang w:val="de-CH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3081"/>
    <w:pPr>
      <w:keepNext/>
      <w:spacing w:before="240" w:after="240"/>
      <w:outlineLvl w:val="0"/>
    </w:pPr>
    <w:rPr>
      <w:rFonts w:ascii="NimbusSanNovSemBol" w:hAnsi="NimbusSanNovSemBol"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93081"/>
    <w:pPr>
      <w:keepNext/>
      <w:spacing w:before="240" w:after="240"/>
      <w:outlineLvl w:val="1"/>
    </w:pPr>
    <w:rPr>
      <w:rFonts w:ascii="NimbusSanNovSemBol" w:hAnsi="NimbusSanNovSemBol"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93081"/>
    <w:pPr>
      <w:keepNext/>
      <w:spacing w:before="120" w:after="120"/>
      <w:outlineLvl w:val="2"/>
    </w:pPr>
    <w:rPr>
      <w:rFonts w:ascii="NimbusSanNovSemBol" w:hAnsi="NimbusSanNovSemBol"/>
      <w:bCs/>
      <w:sz w:val="1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693081"/>
    <w:pPr>
      <w:keepNext/>
      <w:spacing w:before="60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qFormat/>
    <w:rsid w:val="003D4A96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D4A96"/>
    <w:pPr>
      <w:spacing w:before="24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3D4A96"/>
    <w:p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3D4A96"/>
    <w:p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3D4A96"/>
    <w:pPr>
      <w:spacing w:before="24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2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2"/>
    <w:semiHidden/>
    <w:rsid w:val="008D1051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link w:val="FuzeileZchn"/>
    <w:semiHidden/>
    <w:rsid w:val="008D1051"/>
    <w:pPr>
      <w:tabs>
        <w:tab w:val="center" w:pos="4153"/>
        <w:tab w:val="right" w:pos="8306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02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02EC"/>
    <w:rPr>
      <w:rFonts w:ascii="Tahom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uiPriority w:val="8"/>
    <w:rsid w:val="00536E3A"/>
    <w:rPr>
      <w:szCs w:val="24"/>
      <w:lang w:eastAsia="en-US"/>
    </w:rPr>
  </w:style>
  <w:style w:type="character" w:styleId="Seitenzahl">
    <w:name w:val="page number"/>
    <w:basedOn w:val="Absatz-Standardschriftart"/>
    <w:semiHidden/>
    <w:rsid w:val="00A43B38"/>
  </w:style>
  <w:style w:type="table" w:styleId="Tabellenraster">
    <w:name w:val="Table Grid"/>
    <w:basedOn w:val="NormaleTabelle"/>
    <w:uiPriority w:val="59"/>
    <w:semiHidden/>
    <w:rsid w:val="002737BA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="Cambria Math" w:hAnsi="Cambria Math"/>
        <w:sz w:val="22"/>
      </w:rPr>
    </w:tblStylePr>
  </w:style>
  <w:style w:type="paragraph" w:customStyle="1" w:styleId="spBetreff">
    <w:name w:val="spBetreff"/>
    <w:basedOn w:val="Standard"/>
    <w:next w:val="Standard"/>
    <w:link w:val="spBetreffZchn"/>
    <w:uiPriority w:val="1"/>
    <w:qFormat/>
    <w:rsid w:val="0036364D"/>
    <w:pPr>
      <w:framePr w:w="5874" w:h="796" w:hRule="exact" w:hSpace="142" w:wrap="notBeside" w:vAnchor="page" w:hAnchor="page" w:x="1135" w:y="6295" w:anchorLock="1"/>
      <w:spacing w:line="240" w:lineRule="atLeast"/>
    </w:pPr>
    <w:rPr>
      <w:rFonts w:ascii="NimbusSanNovSemBol" w:hAnsi="NimbusSanNovSemBol"/>
      <w:szCs w:val="18"/>
    </w:rPr>
  </w:style>
  <w:style w:type="paragraph" w:customStyle="1" w:styleId="spDatum">
    <w:name w:val="spDatum"/>
    <w:basedOn w:val="Standard"/>
    <w:link w:val="spDatumZchn"/>
    <w:uiPriority w:val="1"/>
    <w:qFormat/>
    <w:rsid w:val="0036364D"/>
    <w:pPr>
      <w:framePr w:w="3005" w:h="363" w:hSpace="181" w:wrap="notBeside" w:vAnchor="page" w:hAnchor="page" w:x="1124" w:y="5552" w:anchorLock="1"/>
    </w:pPr>
    <w:rPr>
      <w:rFonts w:ascii="NimbusSanNovLig" w:hAnsi="NimbusSanNovLig"/>
      <w:sz w:val="16"/>
      <w:szCs w:val="15"/>
    </w:rPr>
  </w:style>
  <w:style w:type="character" w:customStyle="1" w:styleId="spBetreffZchn">
    <w:name w:val="spBetreff Zchn"/>
    <w:link w:val="spBetreff"/>
    <w:uiPriority w:val="1"/>
    <w:rsid w:val="0036364D"/>
    <w:rPr>
      <w:rFonts w:ascii="NimbusSanNovSemBol" w:hAnsi="NimbusSanNovSemBol"/>
      <w:sz w:val="22"/>
      <w:szCs w:val="18"/>
      <w:lang w:eastAsia="en-US"/>
    </w:rPr>
  </w:style>
  <w:style w:type="paragraph" w:customStyle="1" w:styleId="spAbsender">
    <w:name w:val="spAbsender"/>
    <w:basedOn w:val="Standard"/>
    <w:link w:val="spAbsenderZchn"/>
    <w:uiPriority w:val="1"/>
    <w:qFormat/>
    <w:rsid w:val="00D750B9"/>
    <w:pPr>
      <w:framePr w:w="2517" w:h="2410" w:hRule="exact" w:hSpace="181" w:wrap="notBeside" w:vAnchor="page" w:hAnchor="page" w:x="8875" w:y="6283" w:anchorLock="1"/>
      <w:tabs>
        <w:tab w:val="left" w:pos="1980"/>
      </w:tabs>
      <w:autoSpaceDE w:val="0"/>
      <w:autoSpaceDN w:val="0"/>
      <w:adjustRightInd w:val="0"/>
      <w:spacing w:after="0" w:line="176" w:lineRule="atLeast"/>
    </w:pPr>
    <w:rPr>
      <w:rFonts w:ascii="NimbusSanNovLig" w:hAnsi="NimbusSanNovLig"/>
      <w:sz w:val="16"/>
      <w:szCs w:val="16"/>
    </w:rPr>
  </w:style>
  <w:style w:type="character" w:customStyle="1" w:styleId="spDatumZchn">
    <w:name w:val="spDatum Zchn"/>
    <w:link w:val="spDatum"/>
    <w:uiPriority w:val="1"/>
    <w:rsid w:val="0036364D"/>
    <w:rPr>
      <w:rFonts w:ascii="NimbusSanNovLig" w:hAnsi="NimbusSanNovLig"/>
      <w:sz w:val="16"/>
      <w:szCs w:val="15"/>
      <w:lang w:eastAsia="en-US"/>
    </w:rPr>
  </w:style>
  <w:style w:type="paragraph" w:customStyle="1" w:styleId="spAbsenderTitel">
    <w:name w:val="spAbsenderTitel"/>
    <w:basedOn w:val="Standard"/>
    <w:next w:val="spAbsender"/>
    <w:link w:val="spAbsenderTitelZchn"/>
    <w:uiPriority w:val="1"/>
    <w:qFormat/>
    <w:rsid w:val="00D750B9"/>
    <w:pPr>
      <w:framePr w:w="2517" w:h="2410" w:hRule="exact" w:hSpace="181" w:wrap="notBeside" w:vAnchor="page" w:hAnchor="page" w:x="8875" w:y="6283" w:anchorLock="1"/>
      <w:tabs>
        <w:tab w:val="left" w:pos="1980"/>
      </w:tabs>
      <w:autoSpaceDE w:val="0"/>
      <w:autoSpaceDN w:val="0"/>
      <w:adjustRightInd w:val="0"/>
      <w:spacing w:after="0" w:line="176" w:lineRule="atLeast"/>
    </w:pPr>
    <w:rPr>
      <w:rFonts w:ascii="NimbusSanNovSemBol" w:hAnsi="NimbusSanNovSemBol"/>
      <w:sz w:val="16"/>
      <w:szCs w:val="16"/>
    </w:rPr>
  </w:style>
  <w:style w:type="character" w:customStyle="1" w:styleId="spAbsenderZchn">
    <w:name w:val="spAbsender Zchn"/>
    <w:link w:val="spAbsender"/>
    <w:uiPriority w:val="1"/>
    <w:rsid w:val="00D750B9"/>
    <w:rPr>
      <w:rFonts w:ascii="NimbusSanNovLig" w:hAnsi="NimbusSanNovLig"/>
      <w:sz w:val="16"/>
      <w:szCs w:val="16"/>
      <w:lang w:eastAsia="en-US"/>
    </w:rPr>
  </w:style>
  <w:style w:type="paragraph" w:customStyle="1" w:styleId="spEmpfnger">
    <w:name w:val="spEmpfänger"/>
    <w:basedOn w:val="Standard"/>
    <w:link w:val="spEmpfngerZchn"/>
    <w:uiPriority w:val="1"/>
    <w:qFormat/>
    <w:rsid w:val="00D93B5A"/>
    <w:pPr>
      <w:framePr w:w="5263" w:h="896" w:hSpace="181" w:wrap="around" w:vAnchor="page" w:hAnchor="page" w:x="1135" w:y="3006" w:anchorLock="1"/>
      <w:autoSpaceDE w:val="0"/>
      <w:autoSpaceDN w:val="0"/>
      <w:adjustRightInd w:val="0"/>
      <w:spacing w:after="0" w:line="220" w:lineRule="atLeast"/>
    </w:pPr>
  </w:style>
  <w:style w:type="character" w:customStyle="1" w:styleId="spAbsenderTitelZchn">
    <w:name w:val="spAbsenderTitel Zchn"/>
    <w:link w:val="spAbsenderTitel"/>
    <w:uiPriority w:val="1"/>
    <w:rsid w:val="00D750B9"/>
    <w:rPr>
      <w:rFonts w:ascii="NimbusSanNovSemBol" w:hAnsi="NimbusSanNovSemBol"/>
      <w:sz w:val="16"/>
      <w:szCs w:val="16"/>
      <w:lang w:eastAsia="en-US"/>
    </w:rPr>
  </w:style>
  <w:style w:type="paragraph" w:customStyle="1" w:styleId="spAufzhlung">
    <w:name w:val="spAufzählung"/>
    <w:basedOn w:val="Standard"/>
    <w:link w:val="spAufzhlungZchn"/>
    <w:uiPriority w:val="1"/>
    <w:qFormat/>
    <w:rsid w:val="009B195F"/>
    <w:pPr>
      <w:numPr>
        <w:numId w:val="2"/>
      </w:numPr>
      <w:spacing w:after="0"/>
      <w:ind w:left="357" w:hanging="357"/>
    </w:pPr>
  </w:style>
  <w:style w:type="character" w:customStyle="1" w:styleId="spEmpfngerZchn">
    <w:name w:val="spEmpfänger Zchn"/>
    <w:link w:val="spEmpfnger"/>
    <w:uiPriority w:val="1"/>
    <w:rsid w:val="00D93B5A"/>
    <w:rPr>
      <w:sz w:val="22"/>
      <w:szCs w:val="24"/>
      <w:lang w:eastAsia="en-US"/>
    </w:rPr>
  </w:style>
  <w:style w:type="numbering" w:customStyle="1" w:styleId="spListe1">
    <w:name w:val="spListe1"/>
    <w:uiPriority w:val="99"/>
    <w:rsid w:val="00D10030"/>
    <w:pPr>
      <w:numPr>
        <w:numId w:val="5"/>
      </w:numPr>
    </w:pPr>
  </w:style>
  <w:style w:type="character" w:customStyle="1" w:styleId="spAufzhlungZchn">
    <w:name w:val="spAufzählung Zchn"/>
    <w:link w:val="spAufzhlung"/>
    <w:uiPriority w:val="1"/>
    <w:rsid w:val="009B195F"/>
    <w:rPr>
      <w:sz w:val="22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693081"/>
    <w:rPr>
      <w:rFonts w:ascii="NimbusSanNovSemBol" w:hAnsi="NimbusSanNovSemBol"/>
      <w:bCs/>
      <w:kern w:val="32"/>
      <w:sz w:val="2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CC3679"/>
    <w:pPr>
      <w:spacing w:before="240" w:after="240"/>
      <w:outlineLvl w:val="0"/>
    </w:pPr>
    <w:rPr>
      <w:rFonts w:ascii="Replica-Bold" w:hAnsi="Replica-Bold"/>
      <w:bCs/>
      <w:caps/>
      <w:kern w:val="28"/>
      <w:sz w:val="28"/>
      <w:szCs w:val="32"/>
    </w:rPr>
  </w:style>
  <w:style w:type="character" w:customStyle="1" w:styleId="TitelZchn">
    <w:name w:val="Titel Zchn"/>
    <w:link w:val="Titel"/>
    <w:uiPriority w:val="10"/>
    <w:semiHidden/>
    <w:rsid w:val="00A45319"/>
    <w:rPr>
      <w:rFonts w:ascii="Replica-Bold" w:hAnsi="Replica-Bold"/>
      <w:bCs/>
      <w:caps/>
      <w:kern w:val="28"/>
      <w:sz w:val="28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693081"/>
    <w:rPr>
      <w:rFonts w:ascii="NimbusSanNovSemBol" w:hAnsi="NimbusSanNovSemBol"/>
      <w:bCs/>
      <w:iCs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693081"/>
    <w:rPr>
      <w:rFonts w:ascii="NimbusSanNovSemBol" w:hAnsi="NimbusSanNovSemBol"/>
      <w:bCs/>
      <w:sz w:val="18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693081"/>
    <w:rPr>
      <w:bCs/>
      <w:i/>
      <w:sz w:val="22"/>
      <w:szCs w:val="28"/>
      <w:lang w:eastAsia="en-US"/>
    </w:rPr>
  </w:style>
  <w:style w:type="character" w:styleId="Link">
    <w:name w:val="Hyperlink"/>
    <w:uiPriority w:val="99"/>
    <w:semiHidden/>
    <w:unhideWhenUsed/>
    <w:rsid w:val="00D750B9"/>
    <w:rPr>
      <w:color w:val="0000FF"/>
      <w:u w:val="single"/>
    </w:rPr>
  </w:style>
  <w:style w:type="numbering" w:styleId="111111">
    <w:name w:val="Outline List 2"/>
    <w:basedOn w:val="KeineListe"/>
    <w:semiHidden/>
    <w:rsid w:val="003D4A96"/>
    <w:pPr>
      <w:numPr>
        <w:numId w:val="9"/>
      </w:numPr>
    </w:pPr>
  </w:style>
  <w:style w:type="numbering" w:styleId="1ai">
    <w:name w:val="Outline List 1"/>
    <w:basedOn w:val="KeineListe"/>
    <w:semiHidden/>
    <w:rsid w:val="003D4A96"/>
    <w:pPr>
      <w:numPr>
        <w:numId w:val="10"/>
      </w:numPr>
    </w:pPr>
  </w:style>
  <w:style w:type="paragraph" w:styleId="Anrede">
    <w:name w:val="Salutation"/>
    <w:basedOn w:val="Standard"/>
    <w:next w:val="Standard"/>
    <w:semiHidden/>
    <w:rsid w:val="003D4A96"/>
  </w:style>
  <w:style w:type="numbering" w:styleId="ArtikelAbschnitt">
    <w:name w:val="Outline List 3"/>
    <w:basedOn w:val="KeineListe"/>
    <w:semiHidden/>
    <w:rsid w:val="003D4A96"/>
    <w:pPr>
      <w:numPr>
        <w:numId w:val="11"/>
      </w:numPr>
    </w:pPr>
  </w:style>
  <w:style w:type="paragraph" w:styleId="Aufzhlungszeichen">
    <w:name w:val="List Bullet"/>
    <w:basedOn w:val="Standard"/>
    <w:semiHidden/>
    <w:rsid w:val="003D4A96"/>
    <w:pPr>
      <w:numPr>
        <w:numId w:val="12"/>
      </w:numPr>
    </w:pPr>
  </w:style>
  <w:style w:type="paragraph" w:styleId="Aufzhlungszeichen2">
    <w:name w:val="List Bullet 2"/>
    <w:basedOn w:val="Standard"/>
    <w:semiHidden/>
    <w:rsid w:val="003D4A96"/>
    <w:pPr>
      <w:numPr>
        <w:numId w:val="13"/>
      </w:numPr>
    </w:pPr>
  </w:style>
  <w:style w:type="paragraph" w:styleId="Aufzhlungszeichen3">
    <w:name w:val="List Bullet 3"/>
    <w:basedOn w:val="Standard"/>
    <w:semiHidden/>
    <w:rsid w:val="003D4A96"/>
    <w:pPr>
      <w:numPr>
        <w:numId w:val="14"/>
      </w:numPr>
    </w:pPr>
  </w:style>
  <w:style w:type="paragraph" w:styleId="Aufzhlungszeichen4">
    <w:name w:val="List Bullet 4"/>
    <w:basedOn w:val="Standard"/>
    <w:semiHidden/>
    <w:rsid w:val="003D4A96"/>
    <w:pPr>
      <w:numPr>
        <w:numId w:val="15"/>
      </w:numPr>
    </w:pPr>
  </w:style>
  <w:style w:type="paragraph" w:styleId="Aufzhlungszeichen5">
    <w:name w:val="List Bullet 5"/>
    <w:basedOn w:val="Standard"/>
    <w:semiHidden/>
    <w:rsid w:val="003D4A96"/>
    <w:pPr>
      <w:numPr>
        <w:numId w:val="16"/>
      </w:numPr>
    </w:pPr>
  </w:style>
  <w:style w:type="character" w:styleId="BesuchterLink">
    <w:name w:val="FollowedHyperlink"/>
    <w:semiHidden/>
    <w:rsid w:val="003D4A96"/>
    <w:rPr>
      <w:color w:val="800080"/>
      <w:u w:val="single"/>
    </w:rPr>
  </w:style>
  <w:style w:type="paragraph" w:styleId="Blocktext">
    <w:name w:val="Block Text"/>
    <w:basedOn w:val="Standard"/>
    <w:semiHidden/>
    <w:rsid w:val="003D4A96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3D4A96"/>
  </w:style>
  <w:style w:type="paragraph" w:styleId="E-Mail-Signatur">
    <w:name w:val="E-mail Signature"/>
    <w:basedOn w:val="Standard"/>
    <w:semiHidden/>
    <w:rsid w:val="003D4A96"/>
  </w:style>
  <w:style w:type="character" w:styleId="Fett">
    <w:name w:val="Strong"/>
    <w:qFormat/>
    <w:rsid w:val="003D4A96"/>
    <w:rPr>
      <w:b/>
      <w:bCs/>
    </w:rPr>
  </w:style>
  <w:style w:type="paragraph" w:styleId="Fu-Endnotenberschrift">
    <w:name w:val="Note Heading"/>
    <w:basedOn w:val="Standard"/>
    <w:next w:val="Standard"/>
    <w:semiHidden/>
    <w:rsid w:val="003D4A96"/>
  </w:style>
  <w:style w:type="paragraph" w:styleId="Gruformel">
    <w:name w:val="Closing"/>
    <w:basedOn w:val="Standard"/>
    <w:semiHidden/>
    <w:rsid w:val="003D4A96"/>
    <w:pPr>
      <w:ind w:left="4252"/>
    </w:pPr>
  </w:style>
  <w:style w:type="character" w:styleId="Hervorhebung">
    <w:name w:val="Emphasis"/>
    <w:qFormat/>
    <w:rsid w:val="003D4A96"/>
    <w:rPr>
      <w:i/>
      <w:iCs/>
    </w:rPr>
  </w:style>
  <w:style w:type="paragraph" w:styleId="HTMLAdresse">
    <w:name w:val="HTML Address"/>
    <w:basedOn w:val="Standard"/>
    <w:semiHidden/>
    <w:rsid w:val="003D4A96"/>
    <w:rPr>
      <w:i/>
      <w:iCs/>
    </w:rPr>
  </w:style>
  <w:style w:type="character" w:styleId="HTMLAkronym">
    <w:name w:val="HTML Acronym"/>
    <w:basedOn w:val="Absatz-Standardschriftart"/>
    <w:semiHidden/>
    <w:rsid w:val="003D4A96"/>
  </w:style>
  <w:style w:type="character" w:styleId="HTMLBeispiel">
    <w:name w:val="HTML Sample"/>
    <w:semiHidden/>
    <w:rsid w:val="003D4A96"/>
    <w:rPr>
      <w:rFonts w:ascii="Courier New" w:hAnsi="Courier New" w:cs="Courier New"/>
    </w:rPr>
  </w:style>
  <w:style w:type="character" w:styleId="HTMLCode">
    <w:name w:val="HTML Code"/>
    <w:semiHidden/>
    <w:rsid w:val="003D4A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3D4A96"/>
    <w:rPr>
      <w:i/>
      <w:iCs/>
    </w:rPr>
  </w:style>
  <w:style w:type="character" w:styleId="HTMLSchreibmaschine">
    <w:name w:val="HTML Typewriter"/>
    <w:semiHidden/>
    <w:rsid w:val="003D4A96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3D4A96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3D4A96"/>
    <w:rPr>
      <w:i/>
      <w:iCs/>
    </w:rPr>
  </w:style>
  <w:style w:type="paragraph" w:styleId="HTMLVorformatiert">
    <w:name w:val="HTML Preformatted"/>
    <w:basedOn w:val="Standard"/>
    <w:semiHidden/>
    <w:rsid w:val="003D4A96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3D4A96"/>
    <w:rPr>
      <w:i/>
      <w:iCs/>
    </w:rPr>
  </w:style>
  <w:style w:type="paragraph" w:styleId="Liste">
    <w:name w:val="List"/>
    <w:basedOn w:val="Standard"/>
    <w:semiHidden/>
    <w:rsid w:val="003D4A96"/>
    <w:pPr>
      <w:ind w:left="283" w:hanging="283"/>
    </w:pPr>
  </w:style>
  <w:style w:type="paragraph" w:styleId="Liste2">
    <w:name w:val="List 2"/>
    <w:basedOn w:val="Standard"/>
    <w:semiHidden/>
    <w:rsid w:val="003D4A96"/>
    <w:pPr>
      <w:ind w:left="566" w:hanging="283"/>
    </w:pPr>
  </w:style>
  <w:style w:type="paragraph" w:styleId="Liste3">
    <w:name w:val="List 3"/>
    <w:basedOn w:val="Standard"/>
    <w:semiHidden/>
    <w:rsid w:val="003D4A96"/>
    <w:pPr>
      <w:ind w:left="849" w:hanging="283"/>
    </w:pPr>
  </w:style>
  <w:style w:type="paragraph" w:styleId="Liste4">
    <w:name w:val="List 4"/>
    <w:basedOn w:val="Standard"/>
    <w:semiHidden/>
    <w:rsid w:val="003D4A96"/>
    <w:pPr>
      <w:ind w:left="1132" w:hanging="283"/>
    </w:pPr>
  </w:style>
  <w:style w:type="paragraph" w:styleId="Liste5">
    <w:name w:val="List 5"/>
    <w:basedOn w:val="Standard"/>
    <w:semiHidden/>
    <w:rsid w:val="003D4A96"/>
    <w:pPr>
      <w:ind w:left="1415" w:hanging="283"/>
    </w:pPr>
  </w:style>
  <w:style w:type="paragraph" w:styleId="Listenfortsetzung">
    <w:name w:val="List Continue"/>
    <w:basedOn w:val="Standard"/>
    <w:semiHidden/>
    <w:rsid w:val="003D4A96"/>
    <w:pPr>
      <w:spacing w:after="120"/>
      <w:ind w:left="283"/>
    </w:pPr>
  </w:style>
  <w:style w:type="paragraph" w:styleId="Listenfortsetzung2">
    <w:name w:val="List Continue 2"/>
    <w:basedOn w:val="Standard"/>
    <w:semiHidden/>
    <w:rsid w:val="003D4A96"/>
    <w:pPr>
      <w:spacing w:after="120"/>
      <w:ind w:left="566"/>
    </w:pPr>
  </w:style>
  <w:style w:type="paragraph" w:styleId="Listenfortsetzung3">
    <w:name w:val="List Continue 3"/>
    <w:basedOn w:val="Standard"/>
    <w:semiHidden/>
    <w:rsid w:val="003D4A96"/>
    <w:pPr>
      <w:spacing w:after="120"/>
      <w:ind w:left="849"/>
    </w:pPr>
  </w:style>
  <w:style w:type="paragraph" w:styleId="Listenfortsetzung4">
    <w:name w:val="List Continue 4"/>
    <w:basedOn w:val="Standard"/>
    <w:semiHidden/>
    <w:rsid w:val="003D4A96"/>
    <w:pPr>
      <w:spacing w:after="120"/>
      <w:ind w:left="1132"/>
    </w:pPr>
  </w:style>
  <w:style w:type="paragraph" w:styleId="Listenfortsetzung5">
    <w:name w:val="List Continue 5"/>
    <w:basedOn w:val="Standard"/>
    <w:semiHidden/>
    <w:rsid w:val="003D4A96"/>
    <w:pPr>
      <w:spacing w:after="120"/>
      <w:ind w:left="1415"/>
    </w:pPr>
  </w:style>
  <w:style w:type="paragraph" w:styleId="Listennummer">
    <w:name w:val="List Number"/>
    <w:basedOn w:val="Standard"/>
    <w:semiHidden/>
    <w:rsid w:val="003D4A96"/>
    <w:pPr>
      <w:numPr>
        <w:numId w:val="17"/>
      </w:numPr>
    </w:pPr>
  </w:style>
  <w:style w:type="paragraph" w:styleId="Listennummer2">
    <w:name w:val="List Number 2"/>
    <w:basedOn w:val="Standard"/>
    <w:semiHidden/>
    <w:rsid w:val="003D4A96"/>
    <w:pPr>
      <w:numPr>
        <w:numId w:val="18"/>
      </w:numPr>
    </w:pPr>
  </w:style>
  <w:style w:type="paragraph" w:styleId="Listennummer3">
    <w:name w:val="List Number 3"/>
    <w:basedOn w:val="Standard"/>
    <w:semiHidden/>
    <w:rsid w:val="003D4A96"/>
    <w:pPr>
      <w:numPr>
        <w:numId w:val="19"/>
      </w:numPr>
    </w:pPr>
  </w:style>
  <w:style w:type="paragraph" w:styleId="Listennummer4">
    <w:name w:val="List Number 4"/>
    <w:basedOn w:val="Standard"/>
    <w:semiHidden/>
    <w:rsid w:val="003D4A96"/>
    <w:pPr>
      <w:numPr>
        <w:numId w:val="20"/>
      </w:numPr>
    </w:pPr>
  </w:style>
  <w:style w:type="paragraph" w:styleId="Listennummer5">
    <w:name w:val="List Number 5"/>
    <w:basedOn w:val="Standard"/>
    <w:semiHidden/>
    <w:rsid w:val="003D4A96"/>
    <w:pPr>
      <w:numPr>
        <w:numId w:val="21"/>
      </w:numPr>
    </w:pPr>
  </w:style>
  <w:style w:type="paragraph" w:styleId="Nachrichtenkopf">
    <w:name w:val="Message Header"/>
    <w:basedOn w:val="Standard"/>
    <w:semiHidden/>
    <w:rsid w:val="003D4A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sid w:val="003D4A96"/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semiHidden/>
    <w:rsid w:val="003D4A96"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rsid w:val="003D4A96"/>
    <w:pPr>
      <w:ind w:left="708"/>
    </w:pPr>
  </w:style>
  <w:style w:type="table" w:styleId="Tabelle3D-Effekt1">
    <w:name w:val="Table 3D effects 1"/>
    <w:basedOn w:val="NormaleTabelle"/>
    <w:semiHidden/>
    <w:rsid w:val="003D4A96"/>
    <w:pPr>
      <w:spacing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3D4A96"/>
    <w:pPr>
      <w:spacing w:after="6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3D4A96"/>
    <w:pPr>
      <w:spacing w:after="6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3D4A96"/>
    <w:pPr>
      <w:spacing w:after="6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D4A96"/>
    <w:pPr>
      <w:spacing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3D4A96"/>
    <w:pPr>
      <w:spacing w:after="6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3D4A96"/>
    <w:pPr>
      <w:spacing w:after="6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3D4A96"/>
    <w:pPr>
      <w:spacing w:after="6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3D4A96"/>
    <w:pPr>
      <w:spacing w:after="6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3D4A96"/>
    <w:pPr>
      <w:spacing w:after="6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3D4A96"/>
    <w:pPr>
      <w:spacing w:after="6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3D4A96"/>
    <w:pPr>
      <w:spacing w:after="6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3D4A96"/>
    <w:pPr>
      <w:spacing w:after="6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3D4A96"/>
    <w:pPr>
      <w:spacing w:after="6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3D4A96"/>
    <w:pPr>
      <w:spacing w:after="6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3D4A96"/>
    <w:pPr>
      <w:spacing w:after="6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3D4A96"/>
    <w:pPr>
      <w:spacing w:after="6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3D4A96"/>
    <w:pPr>
      <w:spacing w:after="6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3D4A96"/>
    <w:pPr>
      <w:spacing w:after="6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3D4A96"/>
    <w:pPr>
      <w:spacing w:after="6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3D4A96"/>
    <w:pPr>
      <w:spacing w:after="6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3D4A96"/>
    <w:pPr>
      <w:spacing w:after="6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3D4A96"/>
    <w:pPr>
      <w:spacing w:after="6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3D4A96"/>
    <w:pPr>
      <w:spacing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semiHidden/>
    <w:rsid w:val="003D4A96"/>
    <w:pPr>
      <w:spacing w:after="120"/>
    </w:pPr>
  </w:style>
  <w:style w:type="paragraph" w:styleId="Textkrper2">
    <w:name w:val="Body Text 2"/>
    <w:basedOn w:val="Standard"/>
    <w:semiHidden/>
    <w:rsid w:val="003D4A96"/>
    <w:pPr>
      <w:spacing w:after="120" w:line="480" w:lineRule="auto"/>
    </w:pPr>
  </w:style>
  <w:style w:type="paragraph" w:styleId="Textkrper3">
    <w:name w:val="Body Text 3"/>
    <w:basedOn w:val="Standard"/>
    <w:semiHidden/>
    <w:rsid w:val="003D4A96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3D4A96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3D4A9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3D4A96"/>
    <w:pPr>
      <w:ind w:firstLine="210"/>
    </w:pPr>
  </w:style>
  <w:style w:type="paragraph" w:styleId="Textkrper-Zeileneinzug">
    <w:name w:val="Body Text Indent"/>
    <w:basedOn w:val="Standard"/>
    <w:semiHidden/>
    <w:rsid w:val="003D4A96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3D4A96"/>
    <w:pPr>
      <w:ind w:firstLine="210"/>
    </w:pPr>
  </w:style>
  <w:style w:type="paragraph" w:styleId="Umschlagabsenderadresse">
    <w:name w:val="envelope return"/>
    <w:basedOn w:val="Standard"/>
    <w:semiHidden/>
    <w:rsid w:val="003D4A96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rsid w:val="003D4A96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rsid w:val="003D4A96"/>
    <w:pPr>
      <w:ind w:left="4252"/>
    </w:pPr>
  </w:style>
  <w:style w:type="paragraph" w:styleId="Untertitel">
    <w:name w:val="Subtitle"/>
    <w:basedOn w:val="Standard"/>
    <w:qFormat/>
    <w:rsid w:val="003D4A96"/>
    <w:pPr>
      <w:jc w:val="center"/>
      <w:outlineLvl w:val="1"/>
    </w:pPr>
    <w:rPr>
      <w:rFonts w:ascii="Arial" w:hAnsi="Arial" w:cs="Arial"/>
      <w:sz w:val="24"/>
    </w:rPr>
  </w:style>
  <w:style w:type="character" w:styleId="Zeilennummer">
    <w:name w:val="line number"/>
    <w:basedOn w:val="Absatz-Standardschriftart"/>
    <w:semiHidden/>
    <w:rsid w:val="003D4A96"/>
  </w:style>
  <w:style w:type="paragraph" w:customStyle="1" w:styleId="spTabellenberschrift">
    <w:name w:val="spTabellenüberschrift"/>
    <w:basedOn w:val="Standard"/>
    <w:link w:val="spTabellenberschriftZchn"/>
    <w:qFormat/>
    <w:rsid w:val="003C4007"/>
    <w:pPr>
      <w:spacing w:after="0"/>
    </w:pPr>
    <w:rPr>
      <w:rFonts w:ascii="NimbusSanNovSemBol" w:hAnsi="NimbusSanNovSemBol"/>
    </w:rPr>
  </w:style>
  <w:style w:type="paragraph" w:customStyle="1" w:styleId="spTabelle">
    <w:name w:val="spTabelle"/>
    <w:basedOn w:val="Standard"/>
    <w:link w:val="spTabelleZchn"/>
    <w:qFormat/>
    <w:rsid w:val="003C4007"/>
    <w:pPr>
      <w:spacing w:after="0"/>
    </w:pPr>
  </w:style>
  <w:style w:type="character" w:customStyle="1" w:styleId="spTabellenberschriftZchn">
    <w:name w:val="spTabellenüberschrift Zchn"/>
    <w:link w:val="spTabellenberschrift"/>
    <w:rsid w:val="003C4007"/>
    <w:rPr>
      <w:rFonts w:ascii="NimbusSanNovSemBol" w:hAnsi="NimbusSanNovSemBol"/>
      <w:sz w:val="22"/>
      <w:szCs w:val="24"/>
      <w:lang w:eastAsia="en-US"/>
    </w:rPr>
  </w:style>
  <w:style w:type="character" w:customStyle="1" w:styleId="spTabelleZchn">
    <w:name w:val="spTabelle Zchn"/>
    <w:link w:val="spTabelle"/>
    <w:rsid w:val="003C4007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h/SP%20Schweiz/Bilder,%20Logos,%20Unterschriften/Corporate%20Design/Logos,%20Schriften%20und%20Hintergru&#776;nde/Word-Vorlagen/Franzo&#776;sisch/SP_Brief_rot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SP_Brief_rot.dot</Template>
  <TotalTime>0</TotalTime>
  <Pages>1</Pages>
  <Words>56</Words>
  <Characters>356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Dorten GmbH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subject/>
  <dc:creator>Olga Baranova</dc:creator>
  <cp:keywords/>
  <cp:lastModifiedBy>Olga Baranova</cp:lastModifiedBy>
  <cp:revision>2</cp:revision>
  <cp:lastPrinted>2009-12-21T07:28:00Z</cp:lastPrinted>
  <dcterms:created xsi:type="dcterms:W3CDTF">2017-09-21T09:47:00Z</dcterms:created>
  <dcterms:modified xsi:type="dcterms:W3CDTF">2017-09-21T09:47:00Z</dcterms:modified>
</cp:coreProperties>
</file>